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6763D" w14:textId="77777777" w:rsidR="003A61FB" w:rsidRPr="006B1C3B" w:rsidRDefault="00CD6897" w:rsidP="003A61F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201668317"/>
      <w:bookmarkStart w:id="1" w:name="_Hlk201668348"/>
      <w:r w:rsidR="003A61FB" w:rsidRPr="00B93D36">
        <w:rPr>
          <w:rFonts w:ascii="Corbel" w:hAnsi="Corbel"/>
          <w:bCs/>
          <w:i/>
          <w:sz w:val="24"/>
          <w:szCs w:val="24"/>
        </w:rPr>
        <w:t>Załącznik nr 1.5 do Zarządzenia Rektora UR nr 61/2025</w:t>
      </w:r>
    </w:p>
    <w:p w14:paraId="5352EC8F" w14:textId="77777777" w:rsidR="003A61FB" w:rsidRPr="006B1C3B" w:rsidRDefault="003A61FB" w:rsidP="003A61F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>SYLABUS</w:t>
      </w:r>
    </w:p>
    <w:p w14:paraId="2F4A0118" w14:textId="77777777" w:rsidR="003A61FB" w:rsidRPr="006B1C3B" w:rsidRDefault="003A61FB" w:rsidP="003A61F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2025-2028</w:t>
      </w:r>
    </w:p>
    <w:p w14:paraId="4518B2B6" w14:textId="77777777" w:rsidR="003A61FB" w:rsidRPr="006B1C3B" w:rsidRDefault="003A61FB" w:rsidP="003A61F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6B1C3B">
        <w:rPr>
          <w:rFonts w:ascii="Corbel" w:hAnsi="Corbel"/>
          <w:sz w:val="24"/>
          <w:szCs w:val="24"/>
        </w:rPr>
        <w:t>)</w:t>
      </w:r>
    </w:p>
    <w:p w14:paraId="5F8CC469" w14:textId="77777777" w:rsidR="003A61FB" w:rsidRPr="006B1C3B" w:rsidRDefault="003A61FB" w:rsidP="003A61FB">
      <w:pPr>
        <w:spacing w:line="240" w:lineRule="auto"/>
        <w:jc w:val="center"/>
        <w:rPr>
          <w:rFonts w:ascii="Corbel" w:hAnsi="Corbel"/>
          <w:i/>
          <w:color w:val="008080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 xml:space="preserve">Rok </w:t>
      </w:r>
      <w:r>
        <w:rPr>
          <w:rFonts w:ascii="Corbel" w:hAnsi="Corbel"/>
          <w:sz w:val="24"/>
          <w:szCs w:val="24"/>
        </w:rPr>
        <w:t xml:space="preserve">akademicki   </w:t>
      </w:r>
      <w:r w:rsidRPr="006B1C3B">
        <w:rPr>
          <w:rFonts w:ascii="Corbel" w:hAnsi="Corbel"/>
          <w:sz w:val="24"/>
          <w:szCs w:val="24"/>
        </w:rPr>
        <w:t>202</w:t>
      </w:r>
      <w:r>
        <w:rPr>
          <w:rFonts w:ascii="Corbel" w:hAnsi="Corbel"/>
          <w:sz w:val="24"/>
          <w:szCs w:val="24"/>
        </w:rPr>
        <w:t>7</w:t>
      </w:r>
      <w:r w:rsidRPr="006B1C3B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28</w:t>
      </w:r>
      <w:bookmarkEnd w:id="0"/>
    </w:p>
    <w:bookmarkEnd w:id="1"/>
    <w:p w14:paraId="4083484D" w14:textId="3657D73F" w:rsidR="0085747A" w:rsidRPr="009C54AE" w:rsidRDefault="0085747A" w:rsidP="003A61FB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779766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F5DCAC" w14:textId="77777777" w:rsidTr="003A61FB">
        <w:tc>
          <w:tcPr>
            <w:tcW w:w="2694" w:type="dxa"/>
            <w:vAlign w:val="center"/>
          </w:tcPr>
          <w:p w14:paraId="59BF613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019676" w14:textId="1CAE43E8" w:rsidR="0085747A" w:rsidRPr="009C54AE" w:rsidRDefault="00EF1D80" w:rsidP="006623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1D80">
              <w:rPr>
                <w:rFonts w:ascii="Corbel" w:hAnsi="Corbel"/>
                <w:b w:val="0"/>
                <w:sz w:val="24"/>
                <w:szCs w:val="24"/>
              </w:rPr>
              <w:t>Współczesne relacje kulturowe</w:t>
            </w:r>
          </w:p>
        </w:tc>
      </w:tr>
      <w:tr w:rsidR="0085747A" w:rsidRPr="009C54AE" w14:paraId="0A2C0363" w14:textId="77777777" w:rsidTr="003A61FB">
        <w:tc>
          <w:tcPr>
            <w:tcW w:w="2694" w:type="dxa"/>
            <w:vAlign w:val="center"/>
          </w:tcPr>
          <w:p w14:paraId="1C1F87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B06554" w14:textId="37112418" w:rsidR="0085747A" w:rsidRPr="009C54AE" w:rsidRDefault="009772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KM36</w:t>
            </w:r>
          </w:p>
        </w:tc>
      </w:tr>
      <w:tr w:rsidR="003A61FB" w:rsidRPr="009C54AE" w14:paraId="1F95E576" w14:textId="77777777" w:rsidTr="003A61FB">
        <w:tc>
          <w:tcPr>
            <w:tcW w:w="2694" w:type="dxa"/>
            <w:vAlign w:val="center"/>
          </w:tcPr>
          <w:p w14:paraId="558AA576" w14:textId="77777777" w:rsidR="003A61FB" w:rsidRPr="009C54AE" w:rsidRDefault="003A61FB" w:rsidP="003A61F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FA838F" w14:textId="2B6E0E70" w:rsidR="003A61FB" w:rsidRPr="003A61FB" w:rsidRDefault="003A61FB" w:rsidP="003A61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A61FB">
              <w:rPr>
                <w:rFonts w:ascii="Corbel" w:hAnsi="Corbel"/>
                <w:b w:val="0"/>
                <w:bCs/>
                <w:sz w:val="24"/>
                <w:szCs w:val="24"/>
              </w:rPr>
              <w:t>Wydział Pedagogiki i Filozofii</w:t>
            </w:r>
          </w:p>
        </w:tc>
      </w:tr>
      <w:tr w:rsidR="003A61FB" w:rsidRPr="009C54AE" w14:paraId="482E4797" w14:textId="77777777" w:rsidTr="003A61FB">
        <w:tc>
          <w:tcPr>
            <w:tcW w:w="2694" w:type="dxa"/>
            <w:vAlign w:val="center"/>
          </w:tcPr>
          <w:p w14:paraId="5490918B" w14:textId="77777777" w:rsidR="003A61FB" w:rsidRPr="009C54AE" w:rsidRDefault="003A61FB" w:rsidP="003A61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2C6BBF" w14:textId="5E61D2E6" w:rsidR="003A61FB" w:rsidRPr="009C54AE" w:rsidRDefault="003A61FB" w:rsidP="003A61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3A61FB" w:rsidRPr="009C54AE" w14:paraId="07A2B7B9" w14:textId="77777777" w:rsidTr="003A61FB">
        <w:tc>
          <w:tcPr>
            <w:tcW w:w="2694" w:type="dxa"/>
            <w:vAlign w:val="center"/>
          </w:tcPr>
          <w:p w14:paraId="327D5774" w14:textId="77777777" w:rsidR="003A61FB" w:rsidRPr="009C54AE" w:rsidRDefault="003A61FB" w:rsidP="003A61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90D0B0" w14:textId="2E999D57" w:rsidR="003A61FB" w:rsidRPr="009C54AE" w:rsidRDefault="003A61FB" w:rsidP="003A61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915"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3A61FB" w:rsidRPr="009C54AE" w14:paraId="322C239F" w14:textId="77777777" w:rsidTr="003A61FB">
        <w:tc>
          <w:tcPr>
            <w:tcW w:w="2694" w:type="dxa"/>
            <w:vAlign w:val="center"/>
          </w:tcPr>
          <w:p w14:paraId="086EE823" w14:textId="77777777" w:rsidR="003A61FB" w:rsidRPr="009C54AE" w:rsidRDefault="003A61FB" w:rsidP="003A61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CC3579" w14:textId="646FDB7E" w:rsidR="003A61FB" w:rsidRPr="009C54AE" w:rsidRDefault="003A61FB" w:rsidP="003A61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I-ego stopnia</w:t>
            </w:r>
          </w:p>
        </w:tc>
      </w:tr>
      <w:tr w:rsidR="003A61FB" w:rsidRPr="009C54AE" w14:paraId="38848775" w14:textId="77777777" w:rsidTr="003A61FB">
        <w:tc>
          <w:tcPr>
            <w:tcW w:w="2694" w:type="dxa"/>
            <w:vAlign w:val="center"/>
          </w:tcPr>
          <w:p w14:paraId="625F5B3C" w14:textId="77777777" w:rsidR="003A61FB" w:rsidRPr="009C54AE" w:rsidRDefault="003A61FB" w:rsidP="003A61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3BE9C8" w14:textId="242BABC4" w:rsidR="003A61FB" w:rsidRPr="009C54AE" w:rsidRDefault="003A61FB" w:rsidP="003A61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A61FB" w:rsidRPr="009C54AE" w14:paraId="1E4A8446" w14:textId="77777777" w:rsidTr="003A61FB">
        <w:tc>
          <w:tcPr>
            <w:tcW w:w="2694" w:type="dxa"/>
            <w:vAlign w:val="center"/>
          </w:tcPr>
          <w:p w14:paraId="4F4D5943" w14:textId="77777777" w:rsidR="003A61FB" w:rsidRPr="009C54AE" w:rsidRDefault="003A61FB" w:rsidP="003A61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63D4C" w14:textId="56C01095" w:rsidR="003A61FB" w:rsidRPr="009C54AE" w:rsidRDefault="003A61FB" w:rsidP="003A61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61FB" w:rsidRPr="009C54AE" w14:paraId="0318C48D" w14:textId="77777777" w:rsidTr="003A61FB">
        <w:tc>
          <w:tcPr>
            <w:tcW w:w="2694" w:type="dxa"/>
            <w:vAlign w:val="center"/>
          </w:tcPr>
          <w:p w14:paraId="2BC127FB" w14:textId="77777777" w:rsidR="003A61FB" w:rsidRPr="009C54AE" w:rsidRDefault="003A61FB" w:rsidP="003A61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2784A7" w14:textId="03EEE684" w:rsidR="003A61FB" w:rsidRPr="009C54AE" w:rsidRDefault="003A61FB" w:rsidP="003A61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III, semestr 5</w:t>
            </w:r>
          </w:p>
        </w:tc>
      </w:tr>
      <w:tr w:rsidR="003A61FB" w:rsidRPr="009C54AE" w14:paraId="4C564DF4" w14:textId="77777777" w:rsidTr="003A61FB">
        <w:tc>
          <w:tcPr>
            <w:tcW w:w="2694" w:type="dxa"/>
            <w:vAlign w:val="center"/>
          </w:tcPr>
          <w:p w14:paraId="68390C71" w14:textId="77777777" w:rsidR="003A61FB" w:rsidRPr="009C54AE" w:rsidRDefault="003A61FB" w:rsidP="003A61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9F463C" w14:textId="70902ABC" w:rsidR="003A61FB" w:rsidRPr="009C54AE" w:rsidRDefault="003A61FB" w:rsidP="003A61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3A61FB" w:rsidRPr="009C54AE" w14:paraId="0E408A13" w14:textId="77777777" w:rsidTr="003A61FB">
        <w:tc>
          <w:tcPr>
            <w:tcW w:w="2694" w:type="dxa"/>
            <w:vAlign w:val="center"/>
          </w:tcPr>
          <w:p w14:paraId="25F961AF" w14:textId="77777777" w:rsidR="003A61FB" w:rsidRPr="009C54AE" w:rsidRDefault="003A61FB" w:rsidP="003A61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253A75" w14:textId="059BA72E" w:rsidR="003A61FB" w:rsidRPr="009C54AE" w:rsidRDefault="003A61FB" w:rsidP="003A61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angielski/polski</w:t>
            </w:r>
          </w:p>
        </w:tc>
      </w:tr>
      <w:tr w:rsidR="003A61FB" w:rsidRPr="00B4484F" w14:paraId="27958603" w14:textId="77777777" w:rsidTr="003A61FB">
        <w:tc>
          <w:tcPr>
            <w:tcW w:w="2694" w:type="dxa"/>
            <w:vAlign w:val="center"/>
          </w:tcPr>
          <w:p w14:paraId="5CFDC036" w14:textId="77777777" w:rsidR="003A61FB" w:rsidRPr="009C54AE" w:rsidRDefault="003A61FB" w:rsidP="003A61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C3B222" w14:textId="0B992B96" w:rsidR="003A61FB" w:rsidRPr="00B653E8" w:rsidRDefault="003A61FB" w:rsidP="003A61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de-DE"/>
              </w:rPr>
            </w:pPr>
            <w:r w:rsidRPr="00B653E8">
              <w:rPr>
                <w:rFonts w:ascii="Corbel" w:hAnsi="Corbel"/>
                <w:b w:val="0"/>
                <w:sz w:val="24"/>
                <w:szCs w:val="24"/>
                <w:lang w:val="de-DE"/>
              </w:rPr>
              <w:t>Prof. dr hab. Vasil G</w:t>
            </w:r>
            <w:r>
              <w:rPr>
                <w:rFonts w:ascii="Corbel" w:hAnsi="Corbel"/>
                <w:b w:val="0"/>
                <w:sz w:val="24"/>
                <w:szCs w:val="24"/>
                <w:lang w:val="de-DE"/>
              </w:rPr>
              <w:t>luchman</w:t>
            </w:r>
          </w:p>
        </w:tc>
      </w:tr>
      <w:tr w:rsidR="003A61FB" w:rsidRPr="00B4484F" w14:paraId="3645D48A" w14:textId="77777777" w:rsidTr="003A61FB">
        <w:tc>
          <w:tcPr>
            <w:tcW w:w="2694" w:type="dxa"/>
            <w:vAlign w:val="center"/>
          </w:tcPr>
          <w:p w14:paraId="2E42FBC1" w14:textId="77777777" w:rsidR="003A61FB" w:rsidRPr="009C54AE" w:rsidRDefault="003A61FB" w:rsidP="003A61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C0ECB5" w14:textId="0CF46949" w:rsidR="003A61FB" w:rsidRPr="00B653E8" w:rsidRDefault="003A61FB" w:rsidP="003A61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de-DE"/>
              </w:rPr>
            </w:pPr>
            <w:r w:rsidRPr="00B653E8">
              <w:rPr>
                <w:rFonts w:ascii="Corbel" w:hAnsi="Corbel"/>
                <w:b w:val="0"/>
                <w:sz w:val="24"/>
                <w:szCs w:val="24"/>
                <w:lang w:val="de-DE"/>
              </w:rPr>
              <w:t>Prof. dr hab. Vasil G</w:t>
            </w:r>
            <w:r>
              <w:rPr>
                <w:rFonts w:ascii="Corbel" w:hAnsi="Corbel"/>
                <w:b w:val="0"/>
                <w:sz w:val="24"/>
                <w:szCs w:val="24"/>
                <w:lang w:val="de-DE"/>
              </w:rPr>
              <w:t>luchman</w:t>
            </w:r>
          </w:p>
        </w:tc>
      </w:tr>
    </w:tbl>
    <w:p w14:paraId="2FF7847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A22E1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CDEB4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BC92B2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1FF1F2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A31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9F43F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ED3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75D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70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7D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8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FF5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443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AD9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F2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575384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47CE" w14:textId="16791DC2" w:rsidR="00015B8F" w:rsidRPr="009C54AE" w:rsidRDefault="003369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707D" w14:textId="7D85F1C5" w:rsidR="00015B8F" w:rsidRPr="009C54AE" w:rsidRDefault="00DF59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76A1" w14:textId="1675E4EB" w:rsidR="00015B8F" w:rsidRPr="009C54AE" w:rsidRDefault="00DF59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C4D8" w14:textId="739385E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81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DF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A0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CFB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F7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404A" w14:textId="55DC4AA6" w:rsidR="00015B8F" w:rsidRPr="009C54AE" w:rsidRDefault="00DF59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741F306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DD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2A1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5BB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7D1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31B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5F4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DB2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305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826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36E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B91D71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F61D6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0D3806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CF1531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B653E8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0DA698" w14:textId="77777777" w:rsidR="0085747A" w:rsidRPr="00CD2A6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B653E8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3BD0995" w14:textId="77777777" w:rsidR="0085747A" w:rsidRPr="00CD2A6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</w:p>
    <w:p w14:paraId="6625765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CD2A6B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639BFF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8586A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8C539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62896B" w14:textId="77777777" w:rsidTr="00745302">
        <w:tc>
          <w:tcPr>
            <w:tcW w:w="9670" w:type="dxa"/>
          </w:tcPr>
          <w:p w14:paraId="5B6ECEC5" w14:textId="1A46E3A7" w:rsidR="0085747A" w:rsidRPr="009C54AE" w:rsidRDefault="00DF59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5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Ogólna wiedza o </w:t>
            </w:r>
            <w:r w:rsidR="00547EF2" w:rsidRPr="00547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współczesnych </w:t>
            </w:r>
            <w:r w:rsidR="00547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relacjach</w:t>
            </w:r>
            <w:r w:rsidR="00547EF2" w:rsidRPr="00547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kulturowych</w:t>
            </w:r>
            <w:r w:rsidRPr="00DF5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jako istotnych czynnikach kultury, zdobyta podczas wcześniejszej edukacji</w:t>
            </w:r>
            <w:r w:rsidR="00CD2A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4FF4763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F3E894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25B74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AF5A92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77FD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9FE49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8673"/>
      </w:tblGrid>
      <w:tr w:rsidR="0085747A" w:rsidRPr="009C54AE" w14:paraId="0C917B0A" w14:textId="77777777" w:rsidTr="00923D7D">
        <w:tc>
          <w:tcPr>
            <w:tcW w:w="851" w:type="dxa"/>
            <w:vAlign w:val="center"/>
          </w:tcPr>
          <w:p w14:paraId="7F12843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675E18" w14:textId="7CD2067E" w:rsidR="0085747A" w:rsidRPr="009C54AE" w:rsidRDefault="00DF59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5915">
              <w:rPr>
                <w:rFonts w:ascii="Corbel" w:hAnsi="Corbel"/>
                <w:b w:val="0"/>
                <w:sz w:val="24"/>
                <w:szCs w:val="24"/>
              </w:rPr>
              <w:t xml:space="preserve">Internalizacja podstawowej wiedzy o </w:t>
            </w:r>
            <w:proofErr w:type="spellStart"/>
            <w:r w:rsidR="00547EF2" w:rsidRPr="00547EF2">
              <w:rPr>
                <w:rFonts w:ascii="Corbel" w:hAnsi="Corbel"/>
                <w:b w:val="0"/>
                <w:sz w:val="24"/>
                <w:szCs w:val="24"/>
              </w:rPr>
              <w:t>o</w:t>
            </w:r>
            <w:proofErr w:type="spellEnd"/>
            <w:r w:rsidR="00547EF2" w:rsidRPr="00547EF2">
              <w:rPr>
                <w:rFonts w:ascii="Corbel" w:hAnsi="Corbel"/>
                <w:b w:val="0"/>
                <w:sz w:val="24"/>
                <w:szCs w:val="24"/>
              </w:rPr>
              <w:t xml:space="preserve"> współczesnych relacjach kulturalnych</w:t>
            </w:r>
            <w:r w:rsidR="00547EF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F5915">
              <w:rPr>
                <w:rFonts w:ascii="Corbel" w:hAnsi="Corbel"/>
                <w:b w:val="0"/>
                <w:sz w:val="24"/>
                <w:szCs w:val="24"/>
              </w:rPr>
              <w:t>w kontekście rozwoju historycznego i jej zastosowanie w dzisiejszej pluralistycznej kulturze.</w:t>
            </w:r>
          </w:p>
        </w:tc>
      </w:tr>
      <w:tr w:rsidR="0085747A" w:rsidRPr="009C54AE" w14:paraId="329E7E81" w14:textId="77777777" w:rsidTr="00923D7D">
        <w:tc>
          <w:tcPr>
            <w:tcW w:w="851" w:type="dxa"/>
            <w:vAlign w:val="center"/>
          </w:tcPr>
          <w:p w14:paraId="4429EA93" w14:textId="60478D10" w:rsidR="0085747A" w:rsidRPr="009C54AE" w:rsidRDefault="00CD2A6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…</w:t>
            </w:r>
          </w:p>
        </w:tc>
        <w:tc>
          <w:tcPr>
            <w:tcW w:w="8819" w:type="dxa"/>
            <w:vAlign w:val="center"/>
          </w:tcPr>
          <w:p w14:paraId="1718EF3C" w14:textId="4E913989" w:rsidR="0085747A" w:rsidRPr="009C54AE" w:rsidRDefault="00DF59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5915">
              <w:rPr>
                <w:rFonts w:ascii="Corbel" w:hAnsi="Corbel"/>
                <w:b w:val="0"/>
                <w:sz w:val="24"/>
                <w:szCs w:val="24"/>
              </w:rPr>
              <w:t>Zapewnienie wystarczającej znajomości pojęć i teorii niezbędnych do samodzielnego badania danego zagadnienia w różnych kontekstach kulturowych.</w:t>
            </w:r>
          </w:p>
        </w:tc>
      </w:tr>
      <w:tr w:rsidR="0085747A" w:rsidRPr="009C54AE" w14:paraId="7A5A615A" w14:textId="77777777" w:rsidTr="00923D7D">
        <w:tc>
          <w:tcPr>
            <w:tcW w:w="851" w:type="dxa"/>
            <w:vAlign w:val="center"/>
          </w:tcPr>
          <w:p w14:paraId="0567ED1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7EFE3C4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855AE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1491F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230510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6D3C06" w:rsidRPr="009C54AE" w14:paraId="2A701282" w14:textId="77777777" w:rsidTr="0071620A">
        <w:tc>
          <w:tcPr>
            <w:tcW w:w="1701" w:type="dxa"/>
            <w:vAlign w:val="center"/>
          </w:tcPr>
          <w:p w14:paraId="22A1380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F777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C764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3C06" w:rsidRPr="009C54AE" w14:paraId="578DB583" w14:textId="77777777" w:rsidTr="00223922">
        <w:trPr>
          <w:trHeight w:val="827"/>
        </w:trPr>
        <w:tc>
          <w:tcPr>
            <w:tcW w:w="1701" w:type="dxa"/>
          </w:tcPr>
          <w:p w14:paraId="2882BE06" w14:textId="63065AF8" w:rsidR="0085747A" w:rsidRPr="009C54AE" w:rsidRDefault="0085747A" w:rsidP="005907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  <w:r w:rsidR="00CD2A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</w:tcPr>
          <w:p w14:paraId="266AA395" w14:textId="0A6DF4C0" w:rsidR="0085747A" w:rsidRPr="00AC3A32" w:rsidRDefault="00223922" w:rsidP="00AC3A3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C3A32">
              <w:rPr>
                <w:b w:val="0"/>
                <w:smallCaps w:val="0"/>
                <w:szCs w:val="24"/>
              </w:rPr>
              <w:t>Absolwent zna i rozumie:</w:t>
            </w:r>
          </w:p>
          <w:p w14:paraId="63F78891" w14:textId="20259AC4" w:rsidR="006D3C06" w:rsidRPr="00AC3A32" w:rsidRDefault="006D3C06" w:rsidP="00AC3A3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C3A32">
              <w:rPr>
                <w:rFonts w:ascii="Times New Roman" w:hAnsi="Times New Roman"/>
                <w:sz w:val="24"/>
                <w:szCs w:val="24"/>
              </w:rPr>
              <w:t>w pogłębionym stopniu:</w:t>
            </w:r>
          </w:p>
          <w:p w14:paraId="331D9813" w14:textId="77777777" w:rsidR="00901206" w:rsidRPr="009B77E5" w:rsidRDefault="00901206" w:rsidP="00901206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9B77E5">
              <w:rPr>
                <w:rFonts w:ascii="Corbel" w:hAnsi="Corbel"/>
                <w:sz w:val="24"/>
                <w:szCs w:val="24"/>
              </w:rPr>
              <w:t>SPECYFIKACJA TEMATYCZNA I METODOLOGICZNA PROBLEMÓW WSPÓŁCZESNYCH RELACJI KULTUROWYCH, ICH POWIĄZANIA Z INNYMI WIEDZĄ NA POZIOMIE UMOŻLIWIAJĄCYM PRACĘ INTERDYSCYPLINARNĄ I MULTIDYSCYPLINARNĄ;</w:t>
            </w:r>
          </w:p>
          <w:p w14:paraId="115FDF48" w14:textId="77777777" w:rsidR="00901206" w:rsidRPr="009B77E5" w:rsidRDefault="00901206" w:rsidP="00901206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9B77E5">
              <w:rPr>
                <w:rFonts w:ascii="Corbel" w:hAnsi="Corbel"/>
                <w:sz w:val="24"/>
                <w:szCs w:val="24"/>
              </w:rPr>
              <w:t>METODY INTERPRETCJI TEKSTÓW FILOZOFICZNYCH, POLITYCZNYCH I INNYCH DOTYCZĄCYCH WSPÓŁCZESNYCH STOSUNKÓW KULTUROWYCH;</w:t>
            </w:r>
          </w:p>
          <w:p w14:paraId="37532F49" w14:textId="2605807C" w:rsidR="006D3C06" w:rsidRPr="00AC3A32" w:rsidRDefault="00901206" w:rsidP="00901206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9B77E5">
              <w:rPr>
                <w:rFonts w:ascii="Corbel" w:hAnsi="Corbel"/>
                <w:b w:val="0"/>
                <w:szCs w:val="24"/>
              </w:rPr>
              <w:t>KIERUNKI I STANOWISKA W RAMACH DANEGO PROBLEMU.</w:t>
            </w:r>
          </w:p>
          <w:p w14:paraId="3AC0B9E2" w14:textId="2D76B546" w:rsidR="00223922" w:rsidRPr="00AC3A32" w:rsidRDefault="00223922" w:rsidP="00AC3A3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E096EC8" w14:textId="5D1E50B6" w:rsidR="00B4484F" w:rsidRDefault="00B448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21730D33" w14:textId="6EC7B220" w:rsidR="0085747A" w:rsidRDefault="005907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4484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EA7D471" w14:textId="09A4B1AC" w:rsidR="00B4484F" w:rsidRPr="009C54AE" w:rsidRDefault="00B448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6D3C06" w:rsidRPr="009C54AE" w14:paraId="0304B596" w14:textId="77777777" w:rsidTr="005E6E85">
        <w:tc>
          <w:tcPr>
            <w:tcW w:w="1701" w:type="dxa"/>
          </w:tcPr>
          <w:p w14:paraId="727940D9" w14:textId="485A17CC" w:rsidR="0085747A" w:rsidRPr="009C54AE" w:rsidRDefault="0085747A" w:rsidP="005907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ACB2ADB" w14:textId="37A7C08C" w:rsidR="00F27401" w:rsidRPr="00AC3A32" w:rsidRDefault="00F27401" w:rsidP="00AC3A3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C3A32">
              <w:rPr>
                <w:b w:val="0"/>
                <w:smallCaps w:val="0"/>
                <w:szCs w:val="24"/>
              </w:rPr>
              <w:t>Absolwent potrafi:</w:t>
            </w:r>
          </w:p>
          <w:p w14:paraId="70CB4394" w14:textId="77777777" w:rsidR="00901206" w:rsidRPr="009B77E5" w:rsidRDefault="00901206" w:rsidP="00901206">
            <w:pPr>
              <w:pStyle w:val="Punktygwne"/>
              <w:spacing w:after="12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9B77E5">
              <w:rPr>
                <w:rFonts w:ascii="Corbel" w:hAnsi="Corbel"/>
                <w:b w:val="0"/>
                <w:caps/>
                <w:smallCaps w:val="0"/>
                <w:szCs w:val="24"/>
              </w:rPr>
              <w:t>PRZEDSTAWIENIE AKTUALNYCH ARGUMENTÓW DOTYCZĄCYCH ZAGADNIEŃ WSPÓŁCZESNYCH STOSUNKÓW KULTUROWYCH;</w:t>
            </w:r>
          </w:p>
          <w:p w14:paraId="40EC8917" w14:textId="77777777" w:rsidR="00901206" w:rsidRPr="009B77E5" w:rsidRDefault="00901206" w:rsidP="00901206">
            <w:pPr>
              <w:pStyle w:val="Punktygwne"/>
              <w:spacing w:after="12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9B77E5">
              <w:rPr>
                <w:rFonts w:ascii="Corbel" w:hAnsi="Corbel"/>
                <w:b w:val="0"/>
                <w:caps/>
                <w:smallCaps w:val="0"/>
                <w:szCs w:val="24"/>
              </w:rPr>
              <w:t>FORMUŁOWANIE KRYTYCZNYCH ARGUMENTÓW DOTYCZĄCYCH WSPÓŁCZESNYCH PROBLEMÓW STOSUNKÓW KULTUROWYCH;</w:t>
            </w:r>
          </w:p>
          <w:p w14:paraId="30B9B201" w14:textId="4D541431" w:rsidR="0085747A" w:rsidRPr="00AC3A32" w:rsidRDefault="00901206" w:rsidP="00901206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9B77E5">
              <w:rPr>
                <w:rFonts w:ascii="Corbel" w:hAnsi="Corbel"/>
                <w:caps/>
                <w:szCs w:val="24"/>
              </w:rPr>
              <w:lastRenderedPageBreak/>
              <w:t>ODPOWIEDŹ NA KRYTYKĘ WIELOKULTUROWOŚCI I WZAJEMNYCH RELACJI KULTUROWYCH.</w:t>
            </w:r>
          </w:p>
        </w:tc>
        <w:tc>
          <w:tcPr>
            <w:tcW w:w="1873" w:type="dxa"/>
          </w:tcPr>
          <w:p w14:paraId="67B7F078" w14:textId="77777777" w:rsidR="0085747A" w:rsidRDefault="005907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</w:t>
            </w:r>
            <w:r w:rsidR="00B4484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7D2D0EA" w14:textId="77777777" w:rsidR="00B4484F" w:rsidRDefault="00B448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AB2FCBE" w14:textId="77777777" w:rsidR="00B4484F" w:rsidRDefault="00B448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BB724BD" w14:textId="77777777" w:rsidR="00B4484F" w:rsidRDefault="00B448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5EEE9CDD" w14:textId="37777DB2" w:rsidR="00B4484F" w:rsidRPr="009C54AE" w:rsidRDefault="00B448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6D3C06" w:rsidRPr="009C54AE" w14:paraId="14FDAA19" w14:textId="77777777" w:rsidTr="005E6E85">
        <w:tc>
          <w:tcPr>
            <w:tcW w:w="1701" w:type="dxa"/>
          </w:tcPr>
          <w:p w14:paraId="66B6F329" w14:textId="708FD2B1" w:rsidR="0085747A" w:rsidRPr="009C54AE" w:rsidRDefault="0085747A" w:rsidP="005907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9074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93E3F83" w14:textId="13A13BB2" w:rsidR="0085747A" w:rsidRPr="00AC3A32" w:rsidRDefault="00F2740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C3A32">
              <w:rPr>
                <w:b w:val="0"/>
                <w:smallCaps w:val="0"/>
                <w:szCs w:val="24"/>
              </w:rPr>
              <w:t>Absolwent jest gotów do:</w:t>
            </w:r>
          </w:p>
          <w:p w14:paraId="139B6A87" w14:textId="0D431D48" w:rsidR="00F27401" w:rsidRPr="00AC3A32" w:rsidRDefault="0090120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B77E5">
              <w:rPr>
                <w:rFonts w:ascii="Corbel" w:hAnsi="Corbel"/>
                <w:b w:val="0"/>
              </w:rPr>
              <w:t>ANALIZA, PORÓWNANIE I OCENA POSZCZEGÓLNYCH FORM I PRZEJAWÓW WSPÓŁCZESNYCH RELACJI KULTUROWYCH W RÓŻNYM ZAKRESIE</w:t>
            </w:r>
            <w:r w:rsidRPr="00AC3A32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3D5C8E6" w14:textId="77777777" w:rsidR="0085747A" w:rsidRDefault="005907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4484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C528679" w14:textId="1C1331FB" w:rsidR="00B4484F" w:rsidRPr="009C54AE" w:rsidRDefault="00B448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7348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A8219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1E2D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CC05FB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E03DA9" w14:textId="77777777" w:rsidTr="00607BA5">
        <w:tc>
          <w:tcPr>
            <w:tcW w:w="9520" w:type="dxa"/>
          </w:tcPr>
          <w:p w14:paraId="6B2502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98854DB" w14:textId="77777777" w:rsidTr="00607BA5">
        <w:tc>
          <w:tcPr>
            <w:tcW w:w="9520" w:type="dxa"/>
          </w:tcPr>
          <w:p w14:paraId="06AA2CE1" w14:textId="114CD345" w:rsidR="0085747A" w:rsidRPr="009C54AE" w:rsidRDefault="00E366DD" w:rsidP="00E366D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międzykulturowości</w:t>
            </w:r>
            <w:r w:rsidRPr="00E366DD">
              <w:rPr>
                <w:rFonts w:ascii="Corbel" w:hAnsi="Corbel"/>
                <w:sz w:val="24"/>
                <w:szCs w:val="24"/>
              </w:rPr>
              <w:t xml:space="preserve"> </w:t>
            </w:r>
            <w:r w:rsidR="00F171B5">
              <w:rPr>
                <w:rFonts w:ascii="Corbel" w:hAnsi="Corbel"/>
                <w:sz w:val="24"/>
                <w:szCs w:val="24"/>
              </w:rPr>
              <w:t>(2 godz.).</w:t>
            </w:r>
          </w:p>
        </w:tc>
      </w:tr>
      <w:tr w:rsidR="0085747A" w:rsidRPr="009C54AE" w14:paraId="51C6DAD8" w14:textId="77777777" w:rsidTr="00607BA5">
        <w:tc>
          <w:tcPr>
            <w:tcW w:w="9520" w:type="dxa"/>
          </w:tcPr>
          <w:p w14:paraId="0E2C3A57" w14:textId="10662179" w:rsidR="0085747A" w:rsidRPr="009C54AE" w:rsidRDefault="00E366DD" w:rsidP="00E366D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6DD">
              <w:rPr>
                <w:rFonts w:ascii="Corbel" w:hAnsi="Corbel"/>
                <w:sz w:val="24"/>
                <w:szCs w:val="24"/>
              </w:rPr>
              <w:t xml:space="preserve">Prawa indywidualne i prawa zbiorowe </w:t>
            </w:r>
            <w:r w:rsidR="00F171B5">
              <w:rPr>
                <w:rFonts w:ascii="Corbel" w:hAnsi="Corbel"/>
                <w:sz w:val="24"/>
                <w:szCs w:val="24"/>
              </w:rPr>
              <w:t>(2 godz.)</w:t>
            </w:r>
            <w:r w:rsidR="00F171B5" w:rsidRPr="00F171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5CA99632" w14:textId="77777777" w:rsidTr="00607BA5">
        <w:tc>
          <w:tcPr>
            <w:tcW w:w="9520" w:type="dxa"/>
          </w:tcPr>
          <w:p w14:paraId="54C675FF" w14:textId="35501ECB" w:rsidR="0085747A" w:rsidRPr="009C54AE" w:rsidRDefault="00E366DD" w:rsidP="00E366D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6DD">
              <w:rPr>
                <w:rFonts w:ascii="Corbel" w:hAnsi="Corbel"/>
                <w:sz w:val="24"/>
                <w:szCs w:val="24"/>
              </w:rPr>
              <w:t xml:space="preserve">Tradycja liberalna i międzykulturowość </w:t>
            </w:r>
            <w:r w:rsidR="00F171B5">
              <w:rPr>
                <w:rFonts w:ascii="Corbel" w:hAnsi="Corbel"/>
                <w:sz w:val="24"/>
                <w:szCs w:val="24"/>
              </w:rPr>
              <w:t>(2 godz.)</w:t>
            </w:r>
            <w:r w:rsidR="00F171B5" w:rsidRPr="00F171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71B5" w:rsidRPr="009C54AE" w14:paraId="5BE38F7F" w14:textId="77777777" w:rsidTr="00607BA5">
        <w:tc>
          <w:tcPr>
            <w:tcW w:w="9520" w:type="dxa"/>
          </w:tcPr>
          <w:p w14:paraId="266DC321" w14:textId="793EA39C" w:rsidR="00F171B5" w:rsidRPr="00F171B5" w:rsidRDefault="00E366DD" w:rsidP="00E366D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6DD">
              <w:rPr>
                <w:rFonts w:ascii="Corbel" w:hAnsi="Corbel"/>
                <w:sz w:val="24"/>
                <w:szCs w:val="24"/>
              </w:rPr>
              <w:t xml:space="preserve">Wolność i kultura </w:t>
            </w:r>
            <w:r w:rsidR="00F171B5">
              <w:rPr>
                <w:rFonts w:ascii="Corbel" w:hAnsi="Corbel"/>
                <w:sz w:val="24"/>
                <w:szCs w:val="24"/>
              </w:rPr>
              <w:t>(</w:t>
            </w:r>
            <w:r w:rsidR="00607BA5">
              <w:rPr>
                <w:rFonts w:ascii="Corbel" w:hAnsi="Corbel"/>
                <w:sz w:val="24"/>
                <w:szCs w:val="24"/>
              </w:rPr>
              <w:t>4</w:t>
            </w:r>
            <w:r w:rsidR="00F171B5">
              <w:rPr>
                <w:rFonts w:ascii="Corbel" w:hAnsi="Corbel"/>
                <w:sz w:val="24"/>
                <w:szCs w:val="24"/>
              </w:rPr>
              <w:t xml:space="preserve"> godz.).</w:t>
            </w:r>
          </w:p>
        </w:tc>
      </w:tr>
      <w:tr w:rsidR="00F171B5" w:rsidRPr="009C54AE" w14:paraId="5B0FAEA2" w14:textId="77777777" w:rsidTr="00607BA5">
        <w:tc>
          <w:tcPr>
            <w:tcW w:w="9520" w:type="dxa"/>
          </w:tcPr>
          <w:p w14:paraId="1694871A" w14:textId="5E145764" w:rsidR="00F171B5" w:rsidRPr="00F171B5" w:rsidRDefault="00E366DD" w:rsidP="00E366D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6DD">
              <w:rPr>
                <w:rFonts w:ascii="Corbel" w:hAnsi="Corbel"/>
                <w:sz w:val="24"/>
                <w:szCs w:val="24"/>
              </w:rPr>
              <w:t xml:space="preserve">Sprawiedliwość i prawa mniejszości </w:t>
            </w:r>
            <w:r w:rsidR="0028657E">
              <w:rPr>
                <w:rFonts w:ascii="Corbel" w:hAnsi="Corbel"/>
                <w:sz w:val="24"/>
                <w:szCs w:val="24"/>
              </w:rPr>
              <w:t>(3</w:t>
            </w:r>
            <w:r w:rsidR="00F171B5">
              <w:rPr>
                <w:rFonts w:ascii="Corbel" w:hAnsi="Corbel"/>
                <w:sz w:val="24"/>
                <w:szCs w:val="24"/>
              </w:rPr>
              <w:t xml:space="preserve"> godz.)</w:t>
            </w:r>
            <w:r w:rsidR="00F171B5" w:rsidRPr="00F171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71B5" w:rsidRPr="009C54AE" w14:paraId="3FBD2061" w14:textId="77777777" w:rsidTr="00607BA5">
        <w:tc>
          <w:tcPr>
            <w:tcW w:w="9520" w:type="dxa"/>
          </w:tcPr>
          <w:p w14:paraId="6EBF661C" w14:textId="2D4F623A" w:rsidR="00F171B5" w:rsidRPr="00F171B5" w:rsidRDefault="00E366DD" w:rsidP="0028657E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6DD">
              <w:rPr>
                <w:rFonts w:ascii="Corbel" w:hAnsi="Corbel"/>
                <w:sz w:val="24"/>
                <w:szCs w:val="24"/>
              </w:rPr>
              <w:t xml:space="preserve">Tolerancja i jej ograniczenia </w:t>
            </w:r>
            <w:r w:rsidR="00F171B5">
              <w:rPr>
                <w:rFonts w:ascii="Corbel" w:hAnsi="Corbel"/>
                <w:sz w:val="24"/>
                <w:szCs w:val="24"/>
              </w:rPr>
              <w:t>(</w:t>
            </w:r>
            <w:r w:rsidR="0028657E">
              <w:rPr>
                <w:rFonts w:ascii="Corbel" w:hAnsi="Corbel"/>
                <w:sz w:val="24"/>
                <w:szCs w:val="24"/>
              </w:rPr>
              <w:t>2</w:t>
            </w:r>
            <w:r w:rsidR="00F171B5">
              <w:rPr>
                <w:rFonts w:ascii="Corbel" w:hAnsi="Corbel"/>
                <w:sz w:val="24"/>
                <w:szCs w:val="24"/>
              </w:rPr>
              <w:t xml:space="preserve"> godz.).</w:t>
            </w:r>
          </w:p>
        </w:tc>
      </w:tr>
    </w:tbl>
    <w:p w14:paraId="70F3DED8" w14:textId="310A3E0B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FB0AED" w14:textId="77777777" w:rsidR="00607BA5" w:rsidRPr="009C54AE" w:rsidRDefault="00607BA5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B8E6C6" w14:textId="57E5759F" w:rsidR="0085747A" w:rsidRDefault="007D5F53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006D0">
        <w:rPr>
          <w:rFonts w:ascii="Corbel" w:hAnsi="Corbel"/>
          <w:sz w:val="24"/>
          <w:szCs w:val="24"/>
        </w:rPr>
        <w:t>Problematyka ćwiczeń, konwersatoriów, laboratoriów, zajęć praktycznych</w:t>
      </w:r>
      <w:r w:rsidR="0085747A" w:rsidRPr="009C54AE">
        <w:rPr>
          <w:rFonts w:ascii="Corbel" w:hAnsi="Corbel"/>
          <w:sz w:val="24"/>
          <w:szCs w:val="24"/>
        </w:rPr>
        <w:t xml:space="preserve"> </w:t>
      </w:r>
    </w:p>
    <w:p w14:paraId="02077EDF" w14:textId="77777777" w:rsidR="005536BD" w:rsidRPr="009C54AE" w:rsidRDefault="005536BD" w:rsidP="005536B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71B5" w:rsidRPr="009C54AE" w14:paraId="00CF557E" w14:textId="77777777" w:rsidTr="00F171B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590F" w14:textId="77777777" w:rsidR="00F171B5" w:rsidRPr="009C54AE" w:rsidRDefault="00F171B5" w:rsidP="00F171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71B5" w:rsidRPr="009C54AE" w14:paraId="4349DD2B" w14:textId="77777777" w:rsidTr="00F171B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695D" w14:textId="7E3E2C46" w:rsidR="00F171B5" w:rsidRPr="009C54AE" w:rsidRDefault="00A238B8" w:rsidP="00A238B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8B8">
              <w:rPr>
                <w:rFonts w:ascii="Corbel" w:hAnsi="Corbel"/>
                <w:sz w:val="24"/>
                <w:szCs w:val="24"/>
              </w:rPr>
              <w:t xml:space="preserve">Kultura życia i śmierci w Chinach </w:t>
            </w:r>
            <w:r w:rsidR="00F171B5">
              <w:rPr>
                <w:rFonts w:ascii="Corbel" w:hAnsi="Corbel"/>
                <w:sz w:val="24"/>
                <w:szCs w:val="24"/>
              </w:rPr>
              <w:t>(2 godz.).</w:t>
            </w:r>
          </w:p>
        </w:tc>
      </w:tr>
      <w:tr w:rsidR="00F171B5" w:rsidRPr="009C54AE" w14:paraId="0D0FE42A" w14:textId="77777777" w:rsidTr="00F171B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8B6F" w14:textId="014679A8" w:rsidR="00F171B5" w:rsidRPr="009C54AE" w:rsidRDefault="00A238B8" w:rsidP="00A238B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8B8">
              <w:rPr>
                <w:rFonts w:ascii="Corbel" w:hAnsi="Corbel"/>
                <w:sz w:val="24"/>
                <w:szCs w:val="24"/>
              </w:rPr>
              <w:t xml:space="preserve">Postrzeganie życia i śmierci w Indiach </w:t>
            </w:r>
            <w:r w:rsidR="00F171B5">
              <w:rPr>
                <w:rFonts w:ascii="Corbel" w:hAnsi="Corbel"/>
                <w:sz w:val="24"/>
                <w:szCs w:val="24"/>
              </w:rPr>
              <w:t>(2 godz.)</w:t>
            </w:r>
            <w:r w:rsidR="00F171B5" w:rsidRPr="00F171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71B5" w:rsidRPr="009C54AE" w14:paraId="5BB3C66A" w14:textId="77777777" w:rsidTr="00F171B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D3A2" w14:textId="3E0A8FCD" w:rsidR="00F171B5" w:rsidRPr="009C54AE" w:rsidRDefault="00E67C49" w:rsidP="00E67C4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7C49">
              <w:rPr>
                <w:rFonts w:ascii="Corbel" w:hAnsi="Corbel"/>
                <w:sz w:val="24"/>
                <w:szCs w:val="24"/>
              </w:rPr>
              <w:t xml:space="preserve">Strategie życia i śmierci w kulturze japońskiej </w:t>
            </w:r>
            <w:r w:rsidR="00F171B5">
              <w:rPr>
                <w:rFonts w:ascii="Corbel" w:hAnsi="Corbel"/>
                <w:sz w:val="24"/>
                <w:szCs w:val="24"/>
              </w:rPr>
              <w:t>(2 godz.)</w:t>
            </w:r>
            <w:r w:rsidR="00F171B5" w:rsidRPr="00F171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71B5" w:rsidRPr="00F171B5" w14:paraId="2FCBFBB5" w14:textId="77777777" w:rsidTr="00F171B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C52C" w14:textId="1A2D9E4C" w:rsidR="00F171B5" w:rsidRPr="00F171B5" w:rsidRDefault="00E67C49" w:rsidP="00E67C4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7C49">
              <w:rPr>
                <w:rFonts w:ascii="Corbel" w:hAnsi="Corbel"/>
                <w:sz w:val="24"/>
                <w:szCs w:val="24"/>
              </w:rPr>
              <w:t xml:space="preserve">Stosunek mieszkańców Ameryki Północnej (USA i </w:t>
            </w:r>
            <w:proofErr w:type="spellStart"/>
            <w:r w:rsidRPr="00E67C49">
              <w:rPr>
                <w:rFonts w:ascii="Corbel" w:hAnsi="Corbel"/>
                <w:sz w:val="24"/>
                <w:szCs w:val="24"/>
              </w:rPr>
              <w:t>Kanda</w:t>
            </w:r>
            <w:proofErr w:type="spellEnd"/>
            <w:r w:rsidRPr="00E67C49">
              <w:rPr>
                <w:rFonts w:ascii="Corbel" w:hAnsi="Corbel"/>
                <w:sz w:val="24"/>
                <w:szCs w:val="24"/>
              </w:rPr>
              <w:t xml:space="preserve">) do życia i śmierci </w:t>
            </w:r>
            <w:r w:rsidR="00F171B5">
              <w:rPr>
                <w:rFonts w:ascii="Corbel" w:hAnsi="Corbel"/>
                <w:sz w:val="24"/>
                <w:szCs w:val="24"/>
              </w:rPr>
              <w:t>(2 godz.).</w:t>
            </w:r>
          </w:p>
        </w:tc>
      </w:tr>
      <w:tr w:rsidR="00F171B5" w:rsidRPr="00F171B5" w14:paraId="49643FEE" w14:textId="77777777" w:rsidTr="00F171B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169C" w14:textId="184F853A" w:rsidR="00F171B5" w:rsidRPr="00F171B5" w:rsidRDefault="00E67C49" w:rsidP="00E67C4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7C49">
              <w:rPr>
                <w:rFonts w:ascii="Corbel" w:hAnsi="Corbel"/>
                <w:sz w:val="24"/>
                <w:szCs w:val="24"/>
              </w:rPr>
              <w:t xml:space="preserve">Wartości życia i śmierci w kulturze europejskiej </w:t>
            </w:r>
            <w:r w:rsidR="00F171B5">
              <w:rPr>
                <w:rFonts w:ascii="Corbel" w:hAnsi="Corbel"/>
                <w:sz w:val="24"/>
                <w:szCs w:val="24"/>
              </w:rPr>
              <w:t>(</w:t>
            </w:r>
            <w:r w:rsidR="00D86281">
              <w:rPr>
                <w:rFonts w:ascii="Corbel" w:hAnsi="Corbel"/>
                <w:sz w:val="24"/>
                <w:szCs w:val="24"/>
              </w:rPr>
              <w:t>3</w:t>
            </w:r>
            <w:r w:rsidR="00F171B5">
              <w:rPr>
                <w:rFonts w:ascii="Corbel" w:hAnsi="Corbel"/>
                <w:sz w:val="24"/>
                <w:szCs w:val="24"/>
              </w:rPr>
              <w:t xml:space="preserve"> godz.)</w:t>
            </w:r>
            <w:r w:rsidR="00F171B5" w:rsidRPr="00F171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71B5" w:rsidRPr="00F171B5" w14:paraId="513595E7" w14:textId="77777777" w:rsidTr="00F171B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5E76" w14:textId="1EA91296" w:rsidR="00F171B5" w:rsidRPr="00F171B5" w:rsidRDefault="00E67C49" w:rsidP="00E67C4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7C49">
              <w:rPr>
                <w:rFonts w:ascii="Corbel" w:hAnsi="Corbel"/>
                <w:sz w:val="24"/>
                <w:szCs w:val="24"/>
              </w:rPr>
              <w:t xml:space="preserve">Związek kultury afrykańskiej z życiem i śmiercią </w:t>
            </w:r>
            <w:r w:rsidR="00F171B5">
              <w:rPr>
                <w:rFonts w:ascii="Corbel" w:hAnsi="Corbel"/>
                <w:sz w:val="24"/>
                <w:szCs w:val="24"/>
              </w:rPr>
              <w:t>(2 godz.).</w:t>
            </w:r>
          </w:p>
        </w:tc>
      </w:tr>
      <w:tr w:rsidR="00F171B5" w:rsidRPr="00F171B5" w14:paraId="07F6702E" w14:textId="77777777" w:rsidTr="00F171B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B23C" w14:textId="32495F2C" w:rsidR="00F171B5" w:rsidRPr="00F171B5" w:rsidRDefault="00E67C49" w:rsidP="00E67C4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7C49">
              <w:rPr>
                <w:rFonts w:ascii="Corbel" w:hAnsi="Corbel"/>
                <w:sz w:val="24"/>
                <w:szCs w:val="24"/>
              </w:rPr>
              <w:t xml:space="preserve">Kultura Ameryki Południowej i jej związek z życiem i śmiercią </w:t>
            </w:r>
            <w:r w:rsidR="00F171B5">
              <w:rPr>
                <w:rFonts w:ascii="Corbel" w:hAnsi="Corbel"/>
                <w:sz w:val="24"/>
                <w:szCs w:val="24"/>
              </w:rPr>
              <w:t>(</w:t>
            </w:r>
            <w:r w:rsidR="00D86281">
              <w:rPr>
                <w:rFonts w:ascii="Corbel" w:hAnsi="Corbel"/>
                <w:sz w:val="24"/>
                <w:szCs w:val="24"/>
              </w:rPr>
              <w:t>2</w:t>
            </w:r>
            <w:r w:rsidR="00F171B5">
              <w:rPr>
                <w:rFonts w:ascii="Corbel" w:hAnsi="Corbel"/>
                <w:sz w:val="24"/>
                <w:szCs w:val="24"/>
              </w:rPr>
              <w:t xml:space="preserve"> godz.)</w:t>
            </w:r>
            <w:r w:rsidR="00F171B5" w:rsidRPr="00F171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A255F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DF1D6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7906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FE8BA0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113F3884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167ED0E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2611EF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2611EF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2611EF">
        <w:rPr>
          <w:rFonts w:ascii="Corbel" w:hAnsi="Corbel"/>
          <w:b w:val="0"/>
          <w:i/>
          <w:smallCaps w:val="0"/>
          <w:sz w:val="20"/>
          <w:szCs w:val="20"/>
          <w:u w:val="single"/>
        </w:rPr>
        <w:t>metody kształcenia na odległość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AFE0867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0E953A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FF72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4A4101" w14:textId="5EEAF3A4" w:rsidR="008529C9" w:rsidRPr="008529C9" w:rsidRDefault="008529C9" w:rsidP="008529C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529C9">
        <w:rPr>
          <w:rFonts w:ascii="Corbel" w:hAnsi="Corbel"/>
          <w:b w:val="0"/>
          <w:smallCaps w:val="0"/>
          <w:szCs w:val="24"/>
        </w:rPr>
        <w:t>Wykład (w języku angielskim) połączony z prezentacją multimedialną (w języku polskim).</w:t>
      </w:r>
    </w:p>
    <w:p w14:paraId="7691B34A" w14:textId="3D22FF9A" w:rsidR="008529C9" w:rsidRPr="008529C9" w:rsidRDefault="008529C9" w:rsidP="008529C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529C9">
        <w:rPr>
          <w:rFonts w:ascii="Corbel" w:hAnsi="Corbel"/>
          <w:b w:val="0"/>
          <w:smallCaps w:val="0"/>
          <w:szCs w:val="24"/>
        </w:rPr>
        <w:t>Ćwiczenia: praca w grupach (rozwiązywanie zadań, dyskusja) w języku polskim i angielskim.</w:t>
      </w:r>
    </w:p>
    <w:p w14:paraId="1BC8E5B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20DB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9EC2D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A47B2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A148B7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370BF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7D355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14:paraId="0CD22AE0" w14:textId="77777777" w:rsidTr="00C05F44">
        <w:tc>
          <w:tcPr>
            <w:tcW w:w="1985" w:type="dxa"/>
            <w:vAlign w:val="center"/>
          </w:tcPr>
          <w:p w14:paraId="1172CE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7C72A5B1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54B608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C1E93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1DA1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C01BACD" w14:textId="77777777" w:rsidTr="00C05F44">
        <w:tc>
          <w:tcPr>
            <w:tcW w:w="1985" w:type="dxa"/>
          </w:tcPr>
          <w:p w14:paraId="75C37F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0AF706" w14:textId="731C8B3A" w:rsidR="0085747A" w:rsidRPr="002611EF" w:rsidRDefault="002611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kolokwium/esej</w:t>
            </w:r>
          </w:p>
        </w:tc>
        <w:tc>
          <w:tcPr>
            <w:tcW w:w="2126" w:type="dxa"/>
          </w:tcPr>
          <w:p w14:paraId="07B37E52" w14:textId="3404D383" w:rsidR="0085747A" w:rsidRPr="009C54AE" w:rsidRDefault="002611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20D60485" w14:textId="77777777" w:rsidTr="00C05F44">
        <w:tc>
          <w:tcPr>
            <w:tcW w:w="1985" w:type="dxa"/>
          </w:tcPr>
          <w:p w14:paraId="396807FD" w14:textId="0D56884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2611EF">
              <w:rPr>
                <w:rFonts w:ascii="Corbel" w:hAnsi="Corbel"/>
                <w:b w:val="0"/>
                <w:szCs w:val="24"/>
              </w:rPr>
              <w:t xml:space="preserve"> i EK_03</w:t>
            </w:r>
          </w:p>
        </w:tc>
        <w:tc>
          <w:tcPr>
            <w:tcW w:w="5528" w:type="dxa"/>
          </w:tcPr>
          <w:p w14:paraId="6707539E" w14:textId="07F655CD" w:rsidR="0085747A" w:rsidRPr="009C54AE" w:rsidRDefault="002611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esej</w:t>
            </w:r>
          </w:p>
        </w:tc>
        <w:tc>
          <w:tcPr>
            <w:tcW w:w="2126" w:type="dxa"/>
          </w:tcPr>
          <w:p w14:paraId="1F1FC505" w14:textId="5DBC791C" w:rsidR="0085747A" w:rsidRPr="009C54AE" w:rsidRDefault="002611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D78228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D1886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56BD9A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80B354" w14:textId="77777777" w:rsidTr="00923D7D">
        <w:tc>
          <w:tcPr>
            <w:tcW w:w="9670" w:type="dxa"/>
          </w:tcPr>
          <w:p w14:paraId="3DD1CB28" w14:textId="738B4C71" w:rsidR="00923D7D" w:rsidRDefault="00901206" w:rsidP="009C54AE">
            <w:pPr>
              <w:pStyle w:val="Punktygwne"/>
              <w:spacing w:before="0" w:after="0"/>
              <w:rPr>
                <w:rFonts w:ascii="Corbel" w:eastAsia="Arial" w:hAnsi="Corbel"/>
                <w:b w:val="0"/>
                <w:smallCaps w:val="0"/>
                <w:szCs w:val="24"/>
              </w:rPr>
            </w:pPr>
            <w:r w:rsidRPr="00901206">
              <w:rPr>
                <w:rFonts w:ascii="Corbel" w:eastAsia="Arial" w:hAnsi="Corbel"/>
                <w:b w:val="0"/>
                <w:smallCaps w:val="0"/>
                <w:szCs w:val="24"/>
              </w:rPr>
              <w:t>Podstawowym warunkiem jest pełne uczestnictwo w zajęciach (z wyjątkiem zaakceptowanych przez prowadzącego usprawiedliwień) i aktywne uczestnictwo w zadaniach</w:t>
            </w:r>
            <w:r w:rsidRPr="00901206">
              <w:rPr>
                <w:rFonts w:ascii="Corbel" w:eastAsia="Arial" w:hAnsi="Corbel"/>
                <w:szCs w:val="24"/>
              </w:rPr>
              <w:t xml:space="preserve"> </w:t>
            </w:r>
            <w:r w:rsidR="004236B1" w:rsidRPr="00901206">
              <w:rPr>
                <w:rFonts w:ascii="Corbel" w:eastAsia="Arial" w:hAnsi="Corbel"/>
                <w:b w:val="0"/>
                <w:smallCaps w:val="0"/>
                <w:szCs w:val="24"/>
              </w:rPr>
              <w:t>(przygotowanie prezentacji na wybrane tematy ćwiczeń i ich terminowe złożenie, omówienie nadesłanych prezentacji; znajomość wymaganej literatury).</w:t>
            </w:r>
          </w:p>
          <w:p w14:paraId="309F27ED" w14:textId="2300B919" w:rsidR="00901206" w:rsidRPr="00901206" w:rsidRDefault="00901206" w:rsidP="00901206">
            <w:pPr>
              <w:snapToGrid w:val="0"/>
              <w:spacing w:after="0"/>
              <w:rPr>
                <w:rFonts w:ascii="Corbel" w:eastAsia="Arial" w:hAnsi="Corbel"/>
                <w:sz w:val="24"/>
                <w:szCs w:val="24"/>
              </w:rPr>
            </w:pPr>
            <w:r>
              <w:rPr>
                <w:rFonts w:ascii="Corbel" w:eastAsia="Arial" w:hAnsi="Corbel"/>
                <w:sz w:val="24"/>
                <w:szCs w:val="24"/>
              </w:rPr>
              <w:t>ocena</w:t>
            </w:r>
            <w:r w:rsidRPr="00901206">
              <w:rPr>
                <w:rFonts w:ascii="Corbel" w:eastAsia="Arial" w:hAnsi="Corbel"/>
                <w:sz w:val="24"/>
                <w:szCs w:val="24"/>
              </w:rPr>
              <w:t xml:space="preserve"> 3 - student ma podstawową wiedzę z zakresu współczesnych </w:t>
            </w:r>
            <w:r>
              <w:rPr>
                <w:rFonts w:ascii="Corbel" w:eastAsia="Arial" w:hAnsi="Corbel"/>
                <w:sz w:val="24"/>
                <w:szCs w:val="24"/>
              </w:rPr>
              <w:t>relacji</w:t>
            </w:r>
            <w:r w:rsidRPr="00901206">
              <w:rPr>
                <w:rFonts w:ascii="Corbel" w:eastAsia="Arial" w:hAnsi="Corbel"/>
                <w:sz w:val="24"/>
                <w:szCs w:val="24"/>
              </w:rPr>
              <w:t xml:space="preserve"> kulturowych;</w:t>
            </w:r>
          </w:p>
          <w:p w14:paraId="64CB7215" w14:textId="77111617" w:rsidR="00901206" w:rsidRPr="00901206" w:rsidRDefault="00901206" w:rsidP="00901206">
            <w:pPr>
              <w:snapToGrid w:val="0"/>
              <w:spacing w:after="0"/>
              <w:rPr>
                <w:rFonts w:ascii="Corbel" w:eastAsia="Arial" w:hAnsi="Corbel"/>
                <w:sz w:val="24"/>
                <w:szCs w:val="24"/>
              </w:rPr>
            </w:pPr>
            <w:r>
              <w:rPr>
                <w:rFonts w:ascii="Corbel" w:eastAsia="Arial" w:hAnsi="Corbel"/>
                <w:sz w:val="24"/>
                <w:szCs w:val="24"/>
              </w:rPr>
              <w:t>ocena</w:t>
            </w:r>
            <w:r w:rsidRPr="00901206">
              <w:rPr>
                <w:rFonts w:ascii="Corbel" w:eastAsia="Arial" w:hAnsi="Corbel"/>
                <w:sz w:val="24"/>
                <w:szCs w:val="24"/>
              </w:rPr>
              <w:t xml:space="preserve"> 4 - </w:t>
            </w:r>
            <w:r w:rsidR="00BF4289" w:rsidRPr="00BF4289">
              <w:rPr>
                <w:rFonts w:ascii="Corbel" w:eastAsia="Arial" w:hAnsi="Corbel"/>
                <w:sz w:val="24"/>
                <w:szCs w:val="24"/>
              </w:rPr>
              <w:t>student potrafi analizować główne nurty współczesnego dialogu międzykulturowego</w:t>
            </w:r>
            <w:r w:rsidRPr="00901206">
              <w:rPr>
                <w:rFonts w:ascii="Corbel" w:eastAsia="Arial" w:hAnsi="Corbel"/>
                <w:sz w:val="24"/>
                <w:szCs w:val="24"/>
              </w:rPr>
              <w:t>;</w:t>
            </w:r>
          </w:p>
          <w:p w14:paraId="346BA409" w14:textId="3CFCD5B1" w:rsidR="0085747A" w:rsidRPr="00901206" w:rsidRDefault="00901206" w:rsidP="00BF42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Arial" w:hAnsi="Corbel"/>
                <w:b w:val="0"/>
                <w:smallCaps w:val="0"/>
                <w:szCs w:val="24"/>
              </w:rPr>
              <w:t>ocena</w:t>
            </w:r>
            <w:r w:rsidRPr="00901206">
              <w:rPr>
                <w:rFonts w:ascii="Corbel" w:eastAsia="Arial" w:hAnsi="Corbel"/>
                <w:b w:val="0"/>
                <w:smallCaps w:val="0"/>
                <w:szCs w:val="24"/>
              </w:rPr>
              <w:t xml:space="preserve"> 5 - student potrafi analizować, porównywać i oceniać aktualne zagadnienia </w:t>
            </w:r>
            <w:r w:rsidR="00BF4289">
              <w:rPr>
                <w:rFonts w:ascii="Corbel" w:eastAsia="Arial" w:hAnsi="Corbel"/>
                <w:b w:val="0"/>
                <w:smallCaps w:val="0"/>
                <w:szCs w:val="24"/>
              </w:rPr>
              <w:t>relacji</w:t>
            </w:r>
            <w:r w:rsidRPr="00901206">
              <w:rPr>
                <w:rFonts w:ascii="Corbel" w:eastAsia="Arial" w:hAnsi="Corbel"/>
                <w:b w:val="0"/>
                <w:smallCaps w:val="0"/>
                <w:szCs w:val="24"/>
              </w:rPr>
              <w:t xml:space="preserve"> międzykulturowych.</w:t>
            </w:r>
          </w:p>
        </w:tc>
      </w:tr>
    </w:tbl>
    <w:p w14:paraId="046C70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375AB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A049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6"/>
        <w:gridCol w:w="4594"/>
      </w:tblGrid>
      <w:tr w:rsidR="0085747A" w:rsidRPr="009C54AE" w14:paraId="4E531134" w14:textId="77777777" w:rsidTr="003E1941">
        <w:tc>
          <w:tcPr>
            <w:tcW w:w="4962" w:type="dxa"/>
            <w:vAlign w:val="center"/>
          </w:tcPr>
          <w:p w14:paraId="3535072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E5FDA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7C14FD7" w14:textId="77777777" w:rsidTr="00923D7D">
        <w:tc>
          <w:tcPr>
            <w:tcW w:w="4962" w:type="dxa"/>
          </w:tcPr>
          <w:p w14:paraId="63C7D30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1331">
              <w:t>z</w:t>
            </w:r>
            <w:proofErr w:type="spellEnd"/>
            <w:r w:rsidR="009C1331">
              <w:t> </w:t>
            </w:r>
            <w:proofErr w:type="spellStart"/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4677" w:type="dxa"/>
          </w:tcPr>
          <w:p w14:paraId="03F6A269" w14:textId="032A5FDA" w:rsidR="0085747A" w:rsidRPr="009C54AE" w:rsidRDefault="002611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5536BD">
              <w:rPr>
                <w:rFonts w:ascii="Corbel" w:hAnsi="Corbel"/>
                <w:sz w:val="24"/>
                <w:szCs w:val="24"/>
              </w:rPr>
              <w:t>+15</w:t>
            </w:r>
          </w:p>
        </w:tc>
      </w:tr>
      <w:tr w:rsidR="00C61DC5" w:rsidRPr="009C54AE" w14:paraId="6B463621" w14:textId="77777777" w:rsidTr="00923D7D">
        <w:tc>
          <w:tcPr>
            <w:tcW w:w="4962" w:type="dxa"/>
          </w:tcPr>
          <w:p w14:paraId="3E20BFB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6712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42E489" w14:textId="2046F1C9" w:rsidR="00C61DC5" w:rsidRPr="009C54AE" w:rsidRDefault="002611EF" w:rsidP="005536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(konsultacje) </w:t>
            </w:r>
          </w:p>
        </w:tc>
      </w:tr>
      <w:tr w:rsidR="00C61DC5" w:rsidRPr="009C54AE" w14:paraId="3267047A" w14:textId="77777777" w:rsidTr="00923D7D">
        <w:tc>
          <w:tcPr>
            <w:tcW w:w="4962" w:type="dxa"/>
          </w:tcPr>
          <w:p w14:paraId="7F97926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4D9B5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1B3903" w14:textId="1D7A359C" w:rsidR="00C61DC5" w:rsidRPr="009C54AE" w:rsidRDefault="005536BD" w:rsidP="004236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  <w:r w:rsidR="002611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7AFEDC24" w14:textId="77777777" w:rsidTr="00923D7D">
        <w:tc>
          <w:tcPr>
            <w:tcW w:w="4962" w:type="dxa"/>
          </w:tcPr>
          <w:p w14:paraId="352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0DD706" w14:textId="73EEC6D6" w:rsidR="0085747A" w:rsidRPr="009C54AE" w:rsidRDefault="005536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4ADDFD9C" w14:textId="77777777" w:rsidTr="00923D7D">
        <w:tc>
          <w:tcPr>
            <w:tcW w:w="4962" w:type="dxa"/>
          </w:tcPr>
          <w:p w14:paraId="1E503E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77C693D" w14:textId="4982215E" w:rsidR="0085747A" w:rsidRPr="009C54AE" w:rsidRDefault="005536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5729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D4A06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1B95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44014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B67FBED" w14:textId="77777777" w:rsidTr="0071620A">
        <w:trPr>
          <w:trHeight w:val="397"/>
        </w:trPr>
        <w:tc>
          <w:tcPr>
            <w:tcW w:w="3544" w:type="dxa"/>
          </w:tcPr>
          <w:p w14:paraId="7961F1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81E6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27AC82D" w14:textId="77777777" w:rsidTr="0071620A">
        <w:trPr>
          <w:trHeight w:val="397"/>
        </w:trPr>
        <w:tc>
          <w:tcPr>
            <w:tcW w:w="3544" w:type="dxa"/>
          </w:tcPr>
          <w:p w14:paraId="1F389A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7AAE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5E4FC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27283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3E6BD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4CBE283" w14:textId="77777777" w:rsidTr="0071620A">
        <w:trPr>
          <w:trHeight w:val="397"/>
        </w:trPr>
        <w:tc>
          <w:tcPr>
            <w:tcW w:w="7513" w:type="dxa"/>
          </w:tcPr>
          <w:p w14:paraId="2CE1933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69C467" w14:textId="76FD7CC4" w:rsidR="00BE2707" w:rsidRDefault="001243E2" w:rsidP="001243E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3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 wielokulturowości miejsca do międzykulturowości relacji społecznych : współczesne strategie kreowania przestrzeni życia jednostki / red. nauk.: Jerzy </w:t>
            </w:r>
            <w:proofErr w:type="spellStart"/>
            <w:r w:rsidRPr="001243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Nikitorowicz</w:t>
            </w:r>
            <w:proofErr w:type="spellEnd"/>
            <w:r w:rsidRPr="001243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Jolanta Muszyńska, </w:t>
            </w:r>
            <w:r w:rsidRPr="001243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Beata </w:t>
            </w:r>
            <w:proofErr w:type="spellStart"/>
            <w:r w:rsidRPr="001243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Boćwińska-Kiluk</w:t>
            </w:r>
            <w:proofErr w:type="spellEnd"/>
            <w:r w:rsidRPr="001243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: Wydawnictwo Akademickie Żak 2014.</w:t>
            </w:r>
          </w:p>
          <w:p w14:paraId="5CAEEC81" w14:textId="49982E92" w:rsidR="005A4825" w:rsidRPr="00DD7794" w:rsidRDefault="00DD7794" w:rsidP="001243E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7794">
              <w:rPr>
                <w:rFonts w:ascii="Corbel" w:hAnsi="Corbel"/>
                <w:b w:val="0"/>
                <w:smallCaps w:val="0"/>
              </w:rPr>
              <w:t>Wielokulturowość</w:t>
            </w:r>
            <w:r w:rsidR="001243E2" w:rsidRPr="00DD7794">
              <w:rPr>
                <w:rFonts w:ascii="Corbel" w:hAnsi="Corbel"/>
                <w:b w:val="0"/>
                <w:smallCaps w:val="0"/>
                <w:szCs w:val="24"/>
              </w:rPr>
              <w:t xml:space="preserve">/ </w:t>
            </w:r>
            <w:hyperlink r:id="rId8" w:history="1">
              <w:proofErr w:type="spellStart"/>
              <w:r w:rsidRPr="00DD7794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Savidan</w:t>
              </w:r>
              <w:proofErr w:type="spellEnd"/>
              <w:r w:rsidRPr="00DD7794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, Patrick</w:t>
              </w:r>
            </w:hyperlink>
            <w:r w:rsidR="001243E2" w:rsidRPr="00DD7794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DD7794">
              <w:rPr>
                <w:rFonts w:ascii="Corbel" w:hAnsi="Corbel"/>
                <w:b w:val="0"/>
                <w:smallCaps w:val="0"/>
              </w:rPr>
              <w:t xml:space="preserve">Warszawa : Oficyna Naukowa </w:t>
            </w:r>
            <w:r w:rsidR="001243E2" w:rsidRPr="00DD7794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DD7794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1243E2" w:rsidRPr="00DD7794">
              <w:rPr>
                <w:rFonts w:ascii="Corbel" w:hAnsi="Corbel"/>
                <w:b w:val="0"/>
                <w:smallCaps w:val="0"/>
                <w:szCs w:val="24"/>
              </w:rPr>
              <w:t>2.</w:t>
            </w:r>
          </w:p>
          <w:p w14:paraId="2C224CA4" w14:textId="77777777" w:rsidR="005A4825" w:rsidRPr="00DD7794" w:rsidRDefault="00DD7794" w:rsidP="001243E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7794">
              <w:rPr>
                <w:rFonts w:ascii="Corbel" w:hAnsi="Corbel"/>
                <w:b w:val="0"/>
                <w:smallCaps w:val="0"/>
              </w:rPr>
              <w:t>Tożsamość w podróży : wielokulturowość a kształtowanie tożsamości jednostki</w:t>
            </w:r>
            <w:r w:rsidR="001243E2" w:rsidRPr="00DD7794">
              <w:rPr>
                <w:rFonts w:ascii="Corbel" w:hAnsi="Corbel"/>
                <w:b w:val="0"/>
                <w:smallCaps w:val="0"/>
                <w:szCs w:val="24"/>
              </w:rPr>
              <w:t xml:space="preserve">/ </w:t>
            </w:r>
            <w:hyperlink r:id="rId9" w:history="1">
              <w:proofErr w:type="spellStart"/>
              <w:r w:rsidRPr="00DD7794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Mamzer</w:t>
              </w:r>
              <w:proofErr w:type="spellEnd"/>
              <w:r w:rsidRPr="00DD7794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, Hanna</w:t>
              </w:r>
            </w:hyperlink>
            <w:r w:rsidR="001243E2" w:rsidRPr="00DD7794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DD7794">
              <w:rPr>
                <w:rFonts w:ascii="Corbel" w:hAnsi="Corbel"/>
                <w:b w:val="0"/>
                <w:smallCaps w:val="0"/>
              </w:rPr>
              <w:t>Poznań : Wydaw. Naukowe UAM 2002</w:t>
            </w:r>
            <w:r w:rsidR="001243E2" w:rsidRPr="00DD779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4C35A23" w14:textId="77777777" w:rsidR="00DD7794" w:rsidRPr="00DD7794" w:rsidRDefault="00DD7794" w:rsidP="001243E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7794">
              <w:rPr>
                <w:rFonts w:ascii="Corbel" w:hAnsi="Corbel"/>
                <w:b w:val="0"/>
                <w:smallCaps w:val="0"/>
              </w:rPr>
              <w:t xml:space="preserve">Kulturowe i społeczne wyzwania współczesności / </w:t>
            </w:r>
            <w:hyperlink r:id="rId10" w:history="1">
              <w:r w:rsidRPr="00DD7794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Banaś, Monika</w:t>
              </w:r>
            </w:hyperlink>
            <w:r w:rsidRPr="00DD7794">
              <w:rPr>
                <w:rFonts w:ascii="Corbel" w:hAnsi="Corbel"/>
                <w:b w:val="0"/>
                <w:smallCaps w:val="0"/>
              </w:rPr>
              <w:t>. Kraków : Wydawnictwo Uniwersytetu Jagiellońskiego 2010.</w:t>
            </w:r>
          </w:p>
          <w:p w14:paraId="46BB26CA" w14:textId="1BA6A212" w:rsidR="00DD7794" w:rsidRPr="009C54AE" w:rsidRDefault="00DD7794" w:rsidP="001243E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7794">
              <w:rPr>
                <w:rFonts w:ascii="Corbel" w:hAnsi="Corbel"/>
                <w:b w:val="0"/>
                <w:smallCaps w:val="0"/>
              </w:rPr>
              <w:t xml:space="preserve">Konflikt i dialog w wybranych społecznościach wielokulturowych / </w:t>
            </w:r>
            <w:hyperlink r:id="rId11" w:history="1">
              <w:proofErr w:type="spellStart"/>
              <w:r w:rsidRPr="00DD7794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Szerląg</w:t>
              </w:r>
              <w:proofErr w:type="spellEnd"/>
              <w:r w:rsidRPr="00DD7794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, Alicja</w:t>
              </w:r>
            </w:hyperlink>
            <w:r w:rsidRPr="00DD7794">
              <w:rPr>
                <w:rFonts w:ascii="Corbel" w:hAnsi="Corbel"/>
                <w:b w:val="0"/>
                <w:smallCaps w:val="0"/>
              </w:rPr>
              <w:t>. Wrocław : Oficyna Wydawnicza Atut - Wrocławskie Wydawnictwo Oświatowe 2011.</w:t>
            </w:r>
          </w:p>
        </w:tc>
      </w:tr>
      <w:tr w:rsidR="0085747A" w:rsidRPr="009C54AE" w14:paraId="3946BD43" w14:textId="77777777" w:rsidTr="0071620A">
        <w:trPr>
          <w:trHeight w:val="397"/>
        </w:trPr>
        <w:tc>
          <w:tcPr>
            <w:tcW w:w="7513" w:type="dxa"/>
          </w:tcPr>
          <w:p w14:paraId="4CDF9F8F" w14:textId="142D0B31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uzupe</w:t>
            </w:r>
            <w:proofErr w:type="spellEnd"/>
            <w:r w:rsidR="00DD77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łniająca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199AB54C" w14:textId="3F0D6614" w:rsidR="00BE2707" w:rsidRDefault="001243E2" w:rsidP="001243E2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243E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Ile kosztuje żona? : mroczne sekrety rynku małżeńskiego / Violetta </w:t>
            </w:r>
            <w:proofErr w:type="spellStart"/>
            <w:r w:rsidRPr="001243E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Rymszewicz</w:t>
            </w:r>
            <w:proofErr w:type="spellEnd"/>
            <w:r w:rsidRPr="001243E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Kraków : Znak Koncept - Społeczn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y Instytut Wydawniczy Znak 2022</w:t>
            </w:r>
            <w:r w:rsidR="005A4825" w:rsidRPr="005A48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1170A0A0" w14:textId="028A3738" w:rsidR="005A4825" w:rsidRDefault="001243E2" w:rsidP="001243E2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243E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Utracony Wschód : antropologiczne rozważania o polskości / Paweł </w:t>
            </w:r>
            <w:proofErr w:type="spellStart"/>
            <w:r w:rsidRPr="001243E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Ładykowski</w:t>
            </w:r>
            <w:proofErr w:type="spellEnd"/>
            <w:r w:rsidRPr="001243E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 : Wydawnictwo Naukowe Scholar 2021.</w:t>
            </w:r>
          </w:p>
          <w:p w14:paraId="0B7507CF" w14:textId="5CE996E5" w:rsidR="00D73DBB" w:rsidRPr="00D73DBB" w:rsidRDefault="00D73DBB" w:rsidP="001243E2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D73DBB">
              <w:rPr>
                <w:rFonts w:ascii="Corbel" w:hAnsi="Corbel"/>
                <w:b w:val="0"/>
                <w:smallCaps w:val="0"/>
              </w:rPr>
              <w:t xml:space="preserve">Tolerancja i wielokulturowość - wyzwania XXI wieku / </w:t>
            </w:r>
            <w:hyperlink r:id="rId12" w:history="1">
              <w:r w:rsidRPr="00D73DBB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Borowiak, Agnieszka.</w:t>
              </w:r>
            </w:hyperlink>
            <w:r w:rsidRPr="00D73DBB">
              <w:rPr>
                <w:rFonts w:ascii="Corbel" w:hAnsi="Corbel"/>
                <w:b w:val="0"/>
                <w:smallCaps w:val="0"/>
              </w:rPr>
              <w:t xml:space="preserve"> Warszawa : "</w:t>
            </w:r>
            <w:proofErr w:type="spellStart"/>
            <w:r w:rsidRPr="00D73DBB">
              <w:rPr>
                <w:rFonts w:ascii="Corbel" w:hAnsi="Corbel"/>
                <w:b w:val="0"/>
                <w:smallCaps w:val="0"/>
              </w:rPr>
              <w:t>Academica</w:t>
            </w:r>
            <w:proofErr w:type="spellEnd"/>
            <w:r w:rsidRPr="00D73DBB">
              <w:rPr>
                <w:rFonts w:ascii="Corbel" w:hAnsi="Corbel"/>
                <w:b w:val="0"/>
                <w:smallCaps w:val="0"/>
              </w:rPr>
              <w:t>" 2004.</w:t>
            </w:r>
          </w:p>
          <w:p w14:paraId="084EA404" w14:textId="5E3A0926" w:rsidR="00D73DBB" w:rsidRPr="00D73DBB" w:rsidRDefault="00D73DBB" w:rsidP="001243E2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D73DBB">
              <w:rPr>
                <w:rFonts w:ascii="Corbel" w:hAnsi="Corbel"/>
                <w:b w:val="0"/>
                <w:smallCaps w:val="0"/>
              </w:rPr>
              <w:t xml:space="preserve">Chrześcijańska Europa : konstytucyjny imperializm czy wielokulturowość? / </w:t>
            </w:r>
            <w:hyperlink r:id="rId13" w:history="1">
              <w:proofErr w:type="spellStart"/>
              <w:r w:rsidRPr="00D73DBB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Weiler</w:t>
              </w:r>
              <w:proofErr w:type="spellEnd"/>
              <w:r w:rsidRPr="00D73DBB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, Joseph</w:t>
              </w:r>
            </w:hyperlink>
            <w:r w:rsidRPr="00D73DBB">
              <w:rPr>
                <w:rFonts w:ascii="Corbel" w:hAnsi="Corbel"/>
                <w:b w:val="0"/>
                <w:smallCaps w:val="0"/>
              </w:rPr>
              <w:t>. Poznań : "W Drodze" 2003.</w:t>
            </w:r>
          </w:p>
          <w:p w14:paraId="6CBD67DF" w14:textId="1F0C8533" w:rsidR="00E366DD" w:rsidRPr="00BE2707" w:rsidRDefault="00E366DD" w:rsidP="00E366D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366D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Europa jest jak Krzesło </w:t>
            </w:r>
            <w:proofErr w:type="spellStart"/>
            <w:r w:rsidRPr="00E366D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Thoneta</w:t>
            </w:r>
            <w:proofErr w:type="spellEnd"/>
            <w:r w:rsidRPr="00E366D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Ameryka to kąt prosty / </w:t>
            </w:r>
            <w:proofErr w:type="spellStart"/>
            <w:r w:rsidRPr="00E366D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Sylva</w:t>
            </w:r>
            <w:proofErr w:type="spellEnd"/>
            <w:r w:rsidRPr="00E366D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366D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Fischerová</w:t>
            </w:r>
            <w:proofErr w:type="spellEnd"/>
            <w:r w:rsidRPr="00E366D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; </w:t>
            </w:r>
            <w:proofErr w:type="spellStart"/>
            <w:r w:rsidRPr="00E366D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przekłąd</w:t>
            </w:r>
            <w:proofErr w:type="spellEnd"/>
            <w:r w:rsidRPr="00E366D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z języka czeskiego Olga </w:t>
            </w:r>
            <w:proofErr w:type="spellStart"/>
            <w:r w:rsidRPr="00E366D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Czernikow</w:t>
            </w:r>
            <w:proofErr w:type="spellEnd"/>
            <w:r w:rsidRPr="00E366D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Wrocław : Wydawnictwo </w:t>
            </w:r>
            <w:proofErr w:type="spellStart"/>
            <w:r w:rsidRPr="00E366D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Ameltea</w:t>
            </w:r>
            <w:proofErr w:type="spellEnd"/>
            <w:r w:rsidRPr="00E366D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2021.</w:t>
            </w:r>
          </w:p>
        </w:tc>
      </w:tr>
    </w:tbl>
    <w:p w14:paraId="69D798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105B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87E2F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78FCA" w14:textId="77777777" w:rsidR="008B61A5" w:rsidRDefault="008B61A5" w:rsidP="00C16ABF">
      <w:pPr>
        <w:spacing w:after="0" w:line="240" w:lineRule="auto"/>
      </w:pPr>
      <w:r>
        <w:separator/>
      </w:r>
    </w:p>
  </w:endnote>
  <w:endnote w:type="continuationSeparator" w:id="0">
    <w:p w14:paraId="630E6AFA" w14:textId="77777777" w:rsidR="008B61A5" w:rsidRDefault="008B61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B19DD" w14:textId="77777777" w:rsidR="008B61A5" w:rsidRDefault="008B61A5" w:rsidP="00C16ABF">
      <w:pPr>
        <w:spacing w:after="0" w:line="240" w:lineRule="auto"/>
      </w:pPr>
      <w:r>
        <w:separator/>
      </w:r>
    </w:p>
  </w:footnote>
  <w:footnote w:type="continuationSeparator" w:id="0">
    <w:p w14:paraId="05295D7D" w14:textId="77777777" w:rsidR="008B61A5" w:rsidRDefault="008B61A5" w:rsidP="00C16ABF">
      <w:pPr>
        <w:spacing w:after="0" w:line="240" w:lineRule="auto"/>
      </w:pPr>
      <w:r>
        <w:continuationSeparator/>
      </w:r>
    </w:p>
  </w:footnote>
  <w:footnote w:id="1">
    <w:p w14:paraId="05A9E6A5" w14:textId="77777777" w:rsidR="00223922" w:rsidRDefault="002239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81438"/>
    <w:multiLevelType w:val="hybridMultilevel"/>
    <w:tmpl w:val="67ACB6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9929B7"/>
    <w:multiLevelType w:val="hybridMultilevel"/>
    <w:tmpl w:val="EEA84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D4D8F"/>
    <w:multiLevelType w:val="hybridMultilevel"/>
    <w:tmpl w:val="67ACB6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2271E"/>
    <w:multiLevelType w:val="hybridMultilevel"/>
    <w:tmpl w:val="693A6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35808"/>
    <w:multiLevelType w:val="hybridMultilevel"/>
    <w:tmpl w:val="01C68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18932">
    <w:abstractNumId w:val="1"/>
  </w:num>
  <w:num w:numId="2" w16cid:durableId="25953211">
    <w:abstractNumId w:val="4"/>
  </w:num>
  <w:num w:numId="3" w16cid:durableId="423112426">
    <w:abstractNumId w:val="5"/>
  </w:num>
  <w:num w:numId="4" w16cid:durableId="1705137823">
    <w:abstractNumId w:val="2"/>
  </w:num>
  <w:num w:numId="5" w16cid:durableId="1728723447">
    <w:abstractNumId w:val="3"/>
  </w:num>
  <w:num w:numId="6" w16cid:durableId="43891177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LAwtbA0MTIHksaWhko6SsGpxcWZ+XkgBSa1AOUfm7gsAAAA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968"/>
    <w:rsid w:val="000B192D"/>
    <w:rsid w:val="000B28EE"/>
    <w:rsid w:val="000B3E37"/>
    <w:rsid w:val="000C79F8"/>
    <w:rsid w:val="000D04B0"/>
    <w:rsid w:val="000D7A21"/>
    <w:rsid w:val="000F1C57"/>
    <w:rsid w:val="000F5615"/>
    <w:rsid w:val="001243E2"/>
    <w:rsid w:val="00124BFF"/>
    <w:rsid w:val="0012560E"/>
    <w:rsid w:val="00126661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3BF6"/>
    <w:rsid w:val="001D657B"/>
    <w:rsid w:val="001D7B54"/>
    <w:rsid w:val="001E0209"/>
    <w:rsid w:val="001F2CA2"/>
    <w:rsid w:val="002144C0"/>
    <w:rsid w:val="00217FC0"/>
    <w:rsid w:val="00223922"/>
    <w:rsid w:val="0022477D"/>
    <w:rsid w:val="002278A9"/>
    <w:rsid w:val="002336F9"/>
    <w:rsid w:val="0024028F"/>
    <w:rsid w:val="00244ABC"/>
    <w:rsid w:val="002611EF"/>
    <w:rsid w:val="00281FF2"/>
    <w:rsid w:val="002857DE"/>
    <w:rsid w:val="0028657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9B7"/>
    <w:rsid w:val="002D73D4"/>
    <w:rsid w:val="002F02A3"/>
    <w:rsid w:val="002F4ABE"/>
    <w:rsid w:val="003018BA"/>
    <w:rsid w:val="0030395F"/>
    <w:rsid w:val="00305C92"/>
    <w:rsid w:val="003151C5"/>
    <w:rsid w:val="00323412"/>
    <w:rsid w:val="003343CF"/>
    <w:rsid w:val="0033695D"/>
    <w:rsid w:val="0034228E"/>
    <w:rsid w:val="00346FE9"/>
    <w:rsid w:val="0034759A"/>
    <w:rsid w:val="003503F6"/>
    <w:rsid w:val="003530DD"/>
    <w:rsid w:val="0036035C"/>
    <w:rsid w:val="00363F78"/>
    <w:rsid w:val="003816D7"/>
    <w:rsid w:val="003A0A5B"/>
    <w:rsid w:val="003A1176"/>
    <w:rsid w:val="003A61FB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36B1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687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D3F"/>
    <w:rsid w:val="004F55A3"/>
    <w:rsid w:val="004F7D7A"/>
    <w:rsid w:val="0050496F"/>
    <w:rsid w:val="0051293F"/>
    <w:rsid w:val="00513B6F"/>
    <w:rsid w:val="00517C63"/>
    <w:rsid w:val="005363C4"/>
    <w:rsid w:val="00536BDE"/>
    <w:rsid w:val="00543ACC"/>
    <w:rsid w:val="00547EF2"/>
    <w:rsid w:val="005536BD"/>
    <w:rsid w:val="0056696D"/>
    <w:rsid w:val="00590741"/>
    <w:rsid w:val="0059484D"/>
    <w:rsid w:val="00595C60"/>
    <w:rsid w:val="005A0855"/>
    <w:rsid w:val="005A3196"/>
    <w:rsid w:val="005A4825"/>
    <w:rsid w:val="005A4826"/>
    <w:rsid w:val="005C080F"/>
    <w:rsid w:val="005C55E5"/>
    <w:rsid w:val="005C696A"/>
    <w:rsid w:val="005E6E85"/>
    <w:rsid w:val="005F31D2"/>
    <w:rsid w:val="00607BA5"/>
    <w:rsid w:val="0061029B"/>
    <w:rsid w:val="006107AC"/>
    <w:rsid w:val="00617230"/>
    <w:rsid w:val="00621CE1"/>
    <w:rsid w:val="00627FC9"/>
    <w:rsid w:val="00647FA8"/>
    <w:rsid w:val="00650C5F"/>
    <w:rsid w:val="00654934"/>
    <w:rsid w:val="006620D9"/>
    <w:rsid w:val="00662393"/>
    <w:rsid w:val="00671958"/>
    <w:rsid w:val="00674E66"/>
    <w:rsid w:val="00675843"/>
    <w:rsid w:val="00696477"/>
    <w:rsid w:val="006A4E08"/>
    <w:rsid w:val="006B0925"/>
    <w:rsid w:val="006C2B84"/>
    <w:rsid w:val="006D050F"/>
    <w:rsid w:val="006D3C06"/>
    <w:rsid w:val="006D6139"/>
    <w:rsid w:val="006E5D65"/>
    <w:rsid w:val="006F1282"/>
    <w:rsid w:val="006F1FBC"/>
    <w:rsid w:val="006F31E2"/>
    <w:rsid w:val="006F7FF2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19D"/>
    <w:rsid w:val="007A4022"/>
    <w:rsid w:val="007A6E6E"/>
    <w:rsid w:val="007C2D87"/>
    <w:rsid w:val="007C3299"/>
    <w:rsid w:val="007C3BCC"/>
    <w:rsid w:val="007C4546"/>
    <w:rsid w:val="007D5F53"/>
    <w:rsid w:val="007D6E56"/>
    <w:rsid w:val="007F1652"/>
    <w:rsid w:val="007F4155"/>
    <w:rsid w:val="0081554D"/>
    <w:rsid w:val="00816427"/>
    <w:rsid w:val="0081707E"/>
    <w:rsid w:val="00827BB2"/>
    <w:rsid w:val="008449B3"/>
    <w:rsid w:val="008529C9"/>
    <w:rsid w:val="0085747A"/>
    <w:rsid w:val="00884922"/>
    <w:rsid w:val="00885F64"/>
    <w:rsid w:val="00886191"/>
    <w:rsid w:val="008917F9"/>
    <w:rsid w:val="008A45F7"/>
    <w:rsid w:val="008B61A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206"/>
    <w:rsid w:val="00916188"/>
    <w:rsid w:val="00923D7D"/>
    <w:rsid w:val="009508DF"/>
    <w:rsid w:val="00950DAC"/>
    <w:rsid w:val="00954A07"/>
    <w:rsid w:val="0097721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730E"/>
    <w:rsid w:val="00A155EE"/>
    <w:rsid w:val="00A2245B"/>
    <w:rsid w:val="00A238B8"/>
    <w:rsid w:val="00A30110"/>
    <w:rsid w:val="00A36899"/>
    <w:rsid w:val="00A371F6"/>
    <w:rsid w:val="00A43BF6"/>
    <w:rsid w:val="00A53FA5"/>
    <w:rsid w:val="00A54817"/>
    <w:rsid w:val="00A601A2"/>
    <w:rsid w:val="00A601C8"/>
    <w:rsid w:val="00A60799"/>
    <w:rsid w:val="00A84C85"/>
    <w:rsid w:val="00A97624"/>
    <w:rsid w:val="00A97DE1"/>
    <w:rsid w:val="00AB053C"/>
    <w:rsid w:val="00AC3A3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2C3C"/>
    <w:rsid w:val="00B40ADB"/>
    <w:rsid w:val="00B43B77"/>
    <w:rsid w:val="00B43E80"/>
    <w:rsid w:val="00B4484F"/>
    <w:rsid w:val="00B45940"/>
    <w:rsid w:val="00B607DB"/>
    <w:rsid w:val="00B653E8"/>
    <w:rsid w:val="00B66529"/>
    <w:rsid w:val="00B75946"/>
    <w:rsid w:val="00B8056E"/>
    <w:rsid w:val="00B819C8"/>
    <w:rsid w:val="00B82308"/>
    <w:rsid w:val="00B90885"/>
    <w:rsid w:val="00B95F56"/>
    <w:rsid w:val="00BB520A"/>
    <w:rsid w:val="00BD3869"/>
    <w:rsid w:val="00BD66E9"/>
    <w:rsid w:val="00BD6FF4"/>
    <w:rsid w:val="00BE2707"/>
    <w:rsid w:val="00BF2C41"/>
    <w:rsid w:val="00BF2E2E"/>
    <w:rsid w:val="00BF4289"/>
    <w:rsid w:val="00C058B4"/>
    <w:rsid w:val="00C05F44"/>
    <w:rsid w:val="00C11EEE"/>
    <w:rsid w:val="00C131B5"/>
    <w:rsid w:val="00C149B7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1169"/>
    <w:rsid w:val="00CC7DBD"/>
    <w:rsid w:val="00CD2A6B"/>
    <w:rsid w:val="00CD6897"/>
    <w:rsid w:val="00CE5BAC"/>
    <w:rsid w:val="00CF25BE"/>
    <w:rsid w:val="00CF78ED"/>
    <w:rsid w:val="00D00CB0"/>
    <w:rsid w:val="00D02B25"/>
    <w:rsid w:val="00D02EBA"/>
    <w:rsid w:val="00D17C3C"/>
    <w:rsid w:val="00D26B2C"/>
    <w:rsid w:val="00D3043B"/>
    <w:rsid w:val="00D352C9"/>
    <w:rsid w:val="00D425B2"/>
    <w:rsid w:val="00D428D6"/>
    <w:rsid w:val="00D552B2"/>
    <w:rsid w:val="00D608D1"/>
    <w:rsid w:val="00D73DBB"/>
    <w:rsid w:val="00D74119"/>
    <w:rsid w:val="00D8075B"/>
    <w:rsid w:val="00D86281"/>
    <w:rsid w:val="00D8678B"/>
    <w:rsid w:val="00DA2114"/>
    <w:rsid w:val="00DD7794"/>
    <w:rsid w:val="00DE09C0"/>
    <w:rsid w:val="00DE4A14"/>
    <w:rsid w:val="00DF320D"/>
    <w:rsid w:val="00DF5915"/>
    <w:rsid w:val="00DF71C8"/>
    <w:rsid w:val="00E129B8"/>
    <w:rsid w:val="00E21E7D"/>
    <w:rsid w:val="00E22FBC"/>
    <w:rsid w:val="00E24BF5"/>
    <w:rsid w:val="00E25338"/>
    <w:rsid w:val="00E366DD"/>
    <w:rsid w:val="00E51E44"/>
    <w:rsid w:val="00E63348"/>
    <w:rsid w:val="00E67C49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D80"/>
    <w:rsid w:val="00F070AB"/>
    <w:rsid w:val="00F171B5"/>
    <w:rsid w:val="00F17567"/>
    <w:rsid w:val="00F27401"/>
    <w:rsid w:val="00F27A7B"/>
    <w:rsid w:val="00F526AF"/>
    <w:rsid w:val="00F617C3"/>
    <w:rsid w:val="00F7066B"/>
    <w:rsid w:val="00F82055"/>
    <w:rsid w:val="00F83B28"/>
    <w:rsid w:val="00F95B6C"/>
    <w:rsid w:val="00FA46E5"/>
    <w:rsid w:val="00FB7DBA"/>
    <w:rsid w:val="00FC1C25"/>
    <w:rsid w:val="00FC3F45"/>
    <w:rsid w:val="00FD503F"/>
    <w:rsid w:val="00FD7589"/>
    <w:rsid w:val="00FE6A2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146B1"/>
  <w15:docId w15:val="{014C2776-EB9F-41A8-8B6C-F4EB0E91E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q4iawc">
    <w:name w:val="q4iawc"/>
    <w:basedOn w:val="Domylnaczcionkaakapitu"/>
    <w:rsid w:val="00547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6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r.edu.pl/integro/search/description?q=Savidan%2C+Patrick+%281965-+%29&amp;index=15" TargetMode="External"/><Relationship Id="rId13" Type="http://schemas.openxmlformats.org/officeDocument/2006/relationships/hyperlink" Target="https://opac.ur.edu.pl/integro/search/description?q=Weiler%2C+Joseph+%281951-+%29&amp;index=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pac.ur.edu.pl/integro/search/description?q=Borowiak%2C+Agnieszka.+Redaktor&amp;index=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ac.ur.edu.pl/integro/search/description?q=Szerl%C4%85g%2C+Alicja+%281958-+%29.+Redaktor&amp;index=1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pac.ur.edu.pl/integro/search/description?q=Bana%C5%9B%2C+Monika.+Redaktor&amp;index=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r.edu.pl/integro/search/description?q=Mamzer%2C+Hanna+%281973-+%29&amp;index=1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3A503-D8B1-4F66-88EA-DCE6809D9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35</TotalTime>
  <Pages>5</Pages>
  <Words>1177</Words>
  <Characters>7068</Characters>
  <Application>Microsoft Office Word</Application>
  <DocSecurity>0</DocSecurity>
  <Lines>58</Lines>
  <Paragraphs>16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15</cp:revision>
  <cp:lastPrinted>2019-02-06T12:12:00Z</cp:lastPrinted>
  <dcterms:created xsi:type="dcterms:W3CDTF">2024-09-10T15:53:00Z</dcterms:created>
  <dcterms:modified xsi:type="dcterms:W3CDTF">2025-06-30T10:24:00Z</dcterms:modified>
</cp:coreProperties>
</file>